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5C57AB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5C57AB" w:rsidP="00164F56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F56"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5C57AB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5C57AB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64F56">
              <w:rPr>
                <w:rFonts w:ascii="Arial" w:hAnsi="Arial" w:cs="Arial"/>
                <w:noProof/>
                <w:sz w:val="18"/>
                <w:szCs w:val="18"/>
              </w:rPr>
              <w:t>Friday, 31 July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5C57AB" w:rsidP="00164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164F56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56 M being treated as LPACS was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thrombolysed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on 26</w:t>
            </w:r>
            <w:r w:rsidRPr="00164F56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. Please R/O any carotid stenosis. 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64F56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64F56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64F56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64F56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64F56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64F56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64F56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64F56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64F5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64F5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64F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64F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64F5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64F5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64F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64F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3CDD8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164F56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593B4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164F56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733DE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04B9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47579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CC663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64F5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164F56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164F56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164F56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164F56" w:rsidRPr="00BE67C6" w:rsidRDefault="00164F5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164F56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F56" w:rsidRDefault="00164F56">
      <w:r>
        <w:separator/>
      </w:r>
    </w:p>
  </w:endnote>
  <w:endnote w:type="continuationSeparator" w:id="0">
    <w:p w:rsidR="00164F56" w:rsidRDefault="0016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F56" w:rsidRDefault="00164F56">
      <w:r>
        <w:separator/>
      </w:r>
    </w:p>
  </w:footnote>
  <w:footnote w:type="continuationSeparator" w:id="0">
    <w:p w:rsidR="00164F56" w:rsidRDefault="0016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164F5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56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64F56"/>
    <w:rsid w:val="00175A86"/>
    <w:rsid w:val="001829A0"/>
    <w:rsid w:val="00187C90"/>
    <w:rsid w:val="0019249A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C57AB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038F2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1924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9249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103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2020-08-07T09:05:00Z</dcterms:created>
  <dcterms:modified xsi:type="dcterms:W3CDTF">2020-08-07T09:05:00Z</dcterms:modified>
</cp:coreProperties>
</file>